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392F01">
        <w:rPr>
          <w:rFonts w:cstheme="minorHAnsi"/>
          <w:noProof/>
        </w:rPr>
        <w:t>jeudi 4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758440" cy="13277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3E3A5A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RPE Rives du Loir en Anjou</w:t>
                          </w:r>
                        </w:p>
                        <w:p w:rsidR="00256C33" w:rsidRDefault="003E3A5A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12 chemin des Vignes d’Oule – Villevêque</w:t>
                          </w:r>
                        </w:p>
                        <w:p w:rsidR="00762875" w:rsidRDefault="003E3A5A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49140 RIVES DU LOIR EN ANJOU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3E3A5A" w:rsidRPr="007F3B19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rpe-rivesduloir</w:t>
                            </w:r>
                            <w:r w:rsidR="003E3A5A" w:rsidRPr="007F3B1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B5CF1" w:rsidRDefault="003E3A5A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32 37 40</w:t>
                          </w:r>
                        </w:p>
                        <w:p w:rsidR="008D46A9" w:rsidRPr="001A637F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7F7C21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3E3A5A">
                            <w:rPr>
                              <w:color w:val="878786"/>
                              <w:sz w:val="12"/>
                              <w:szCs w:val="12"/>
                            </w:rPr>
                            <w:t>02870</w:t>
                          </w:r>
                        </w:p>
                        <w:p w:rsidR="00256C33" w:rsidRPr="00BD52B4" w:rsidRDefault="00392F01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RPE Rives du Loir en Anjou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217.2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" stroked="f">
              <v:textbox>
                <w:txbxContent>
                  <w:p w:rsidR="00B750BF" w:rsidRDefault="003E3A5A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RPE Rives du Loir en Anjou</w:t>
                    </w:r>
                  </w:p>
                  <w:p w:rsidR="00256C33" w:rsidRDefault="003E3A5A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12 chemin des Vignes d’Oule – Villevêque</w:t>
                    </w:r>
                  </w:p>
                  <w:p w:rsidR="00762875" w:rsidRDefault="003E3A5A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49140 RIVES DU LOIR EN ANJOU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3E3A5A" w:rsidRPr="007F3B19">
                        <w:rPr>
                          <w:rStyle w:val="Lienhypertexte"/>
                          <w:sz w:val="16"/>
                          <w:szCs w:val="16"/>
                        </w:rPr>
                        <w:t>rpe-rivesduloir</w:t>
                      </w:r>
                      <w:r w:rsidR="003E3A5A" w:rsidRPr="007F3B1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B5CF1" w:rsidRDefault="003E3A5A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32 37 40</w:t>
                    </w:r>
                  </w:p>
                  <w:p w:rsidR="008D46A9" w:rsidRPr="001A637F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7F7C21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3E3A5A">
                      <w:rPr>
                        <w:color w:val="878786"/>
                        <w:sz w:val="12"/>
                        <w:szCs w:val="12"/>
                      </w:rPr>
                      <w:t>02870</w:t>
                    </w:r>
                  </w:p>
                  <w:p w:rsidR="00256C33" w:rsidRPr="00BD52B4" w:rsidRDefault="00392F01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RPE Rives du Loir en Anjou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2F01"/>
    <w:rsid w:val="003965B2"/>
    <w:rsid w:val="00397097"/>
    <w:rsid w:val="003C143E"/>
    <w:rsid w:val="003E3A5A"/>
    <w:rsid w:val="003F585D"/>
    <w:rsid w:val="00400759"/>
    <w:rsid w:val="0041432D"/>
    <w:rsid w:val="0043337D"/>
    <w:rsid w:val="00434519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62875"/>
    <w:rsid w:val="00783070"/>
    <w:rsid w:val="0079111A"/>
    <w:rsid w:val="007A5B12"/>
    <w:rsid w:val="007F2455"/>
    <w:rsid w:val="007F7C21"/>
    <w:rsid w:val="00817885"/>
    <w:rsid w:val="00825D8D"/>
    <w:rsid w:val="0084285C"/>
    <w:rsid w:val="00864099"/>
    <w:rsid w:val="00897D41"/>
    <w:rsid w:val="008B12A8"/>
    <w:rsid w:val="008D46A9"/>
    <w:rsid w:val="00916C57"/>
    <w:rsid w:val="009410E1"/>
    <w:rsid w:val="0094735E"/>
    <w:rsid w:val="00974569"/>
    <w:rsid w:val="00974C0B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35C"/>
    <w:rsid w:val="00AF2789"/>
    <w:rsid w:val="00B026D9"/>
    <w:rsid w:val="00B25FE6"/>
    <w:rsid w:val="00B2788E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6314365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pe-rivesduloir-pdl@vyv3.fr" TargetMode="External"/><Relationship Id="rId1" Type="http://schemas.openxmlformats.org/officeDocument/2006/relationships/hyperlink" Target="mailto:rpe-rivesduloir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b7fc1b99-8ebe-4374-9cc1-f5204f903109"/>
    <ds:schemaRef ds:uri="http://schemas.microsoft.com/office/infopath/2007/PartnerControls"/>
    <ds:schemaRef ds:uri="14d88cad-2694-4fc8-ba0f-2537f7b00320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C2B7D7-0C8B-4C62-87AF-6258644EC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2023-12-21T16:02:00Z</dcterms:created>
  <dcterms:modified xsi:type="dcterms:W3CDTF">2024-01-04T08:08:00Z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